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145B2" w14:textId="77777777" w:rsidR="00696C68" w:rsidRDefault="00116887" w:rsidP="00116887">
      <w:pPr>
        <w:jc w:val="center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МУНИЦИПАЛЬНОЕ ОБРАЗОВАНИЕ</w:t>
      </w:r>
      <w:r w:rsidR="00487861" w:rsidRPr="00A162B1">
        <w:rPr>
          <w:b/>
          <w:sz w:val="28"/>
          <w:szCs w:val="28"/>
        </w:rPr>
        <w:t xml:space="preserve"> </w:t>
      </w:r>
    </w:p>
    <w:p w14:paraId="4F3B758F" w14:textId="77777777" w:rsidR="00116887" w:rsidRDefault="00696C68" w:rsidP="00116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СЕРТОЛОВСКОЕ ГОРОДСКОЕ ПОСЕЛЕНИЕ</w:t>
      </w:r>
    </w:p>
    <w:p w14:paraId="3719DC1F" w14:textId="77777777" w:rsidR="00A162B1" w:rsidRPr="00A162B1" w:rsidRDefault="00A162B1" w:rsidP="00116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ВСЕВОЛОЖСКОГО МУНИЦИПАЛЬНОГО РАЙОНА</w:t>
      </w:r>
    </w:p>
    <w:p w14:paraId="761E5DB0" w14:textId="77777777" w:rsidR="00116887" w:rsidRPr="00A162B1" w:rsidRDefault="00116887" w:rsidP="00116887">
      <w:pPr>
        <w:jc w:val="center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ЛЕНИНГРАДСКОЙ ОБЛАСТИ</w:t>
      </w:r>
    </w:p>
    <w:p w14:paraId="05FD0D45" w14:textId="77777777" w:rsidR="00116887" w:rsidRDefault="00116887" w:rsidP="00116887">
      <w:pPr>
        <w:jc w:val="center"/>
        <w:rPr>
          <w:sz w:val="28"/>
          <w:szCs w:val="28"/>
        </w:rPr>
      </w:pPr>
    </w:p>
    <w:p w14:paraId="57F2CBEF" w14:textId="77777777" w:rsidR="00573054" w:rsidRPr="00A162B1" w:rsidRDefault="00573054" w:rsidP="00116887">
      <w:pPr>
        <w:jc w:val="center"/>
        <w:rPr>
          <w:sz w:val="28"/>
          <w:szCs w:val="28"/>
        </w:rPr>
      </w:pPr>
    </w:p>
    <w:p w14:paraId="18866EB0" w14:textId="77777777" w:rsidR="00116887" w:rsidRPr="00A162B1" w:rsidRDefault="00116887" w:rsidP="00116887">
      <w:pPr>
        <w:jc w:val="center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СОВЕТ ДЕПУТАТОВ</w:t>
      </w:r>
    </w:p>
    <w:p w14:paraId="785107C3" w14:textId="77777777" w:rsidR="00116887" w:rsidRPr="00A162B1" w:rsidRDefault="00116887" w:rsidP="00116887">
      <w:pPr>
        <w:jc w:val="center"/>
        <w:rPr>
          <w:b/>
          <w:sz w:val="28"/>
          <w:szCs w:val="28"/>
        </w:rPr>
      </w:pPr>
    </w:p>
    <w:p w14:paraId="57A3BC06" w14:textId="77777777" w:rsidR="00116887" w:rsidRPr="00A162B1" w:rsidRDefault="00116887" w:rsidP="00116887">
      <w:pPr>
        <w:jc w:val="center"/>
        <w:rPr>
          <w:b/>
          <w:sz w:val="28"/>
          <w:szCs w:val="28"/>
        </w:rPr>
      </w:pPr>
      <w:r w:rsidRPr="00A162B1">
        <w:rPr>
          <w:b/>
          <w:sz w:val="28"/>
          <w:szCs w:val="28"/>
        </w:rPr>
        <w:t>РЕШЕНИЕ</w:t>
      </w:r>
    </w:p>
    <w:p w14:paraId="3F711982" w14:textId="77777777" w:rsidR="00116887" w:rsidRDefault="00116887" w:rsidP="00116887">
      <w:pPr>
        <w:jc w:val="center"/>
        <w:rPr>
          <w:b/>
          <w:sz w:val="28"/>
          <w:szCs w:val="28"/>
        </w:rPr>
      </w:pPr>
    </w:p>
    <w:p w14:paraId="70EC5635" w14:textId="77777777" w:rsidR="00573054" w:rsidRPr="00A162B1" w:rsidRDefault="00573054" w:rsidP="00116887">
      <w:pPr>
        <w:jc w:val="center"/>
        <w:rPr>
          <w:b/>
          <w:sz w:val="28"/>
          <w:szCs w:val="28"/>
        </w:rPr>
      </w:pPr>
    </w:p>
    <w:p w14:paraId="35B4221F" w14:textId="06DFCB3A" w:rsidR="00116887" w:rsidRPr="00A162B1" w:rsidRDefault="00A05B29" w:rsidP="001168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96BBC">
        <w:rPr>
          <w:b/>
          <w:sz w:val="28"/>
          <w:szCs w:val="28"/>
        </w:rPr>
        <w:t xml:space="preserve"> </w:t>
      </w:r>
      <w:r w:rsidR="003B1F8E">
        <w:rPr>
          <w:b/>
          <w:sz w:val="28"/>
          <w:szCs w:val="28"/>
        </w:rPr>
        <w:t>_________________</w:t>
      </w:r>
      <w:r w:rsidR="00096BBC">
        <w:rPr>
          <w:b/>
          <w:sz w:val="28"/>
          <w:szCs w:val="28"/>
        </w:rPr>
        <w:t xml:space="preserve">     </w:t>
      </w:r>
      <w:r w:rsidR="002B61B0">
        <w:rPr>
          <w:b/>
          <w:sz w:val="28"/>
          <w:szCs w:val="28"/>
        </w:rPr>
        <w:t xml:space="preserve"> </w:t>
      </w:r>
      <w:proofErr w:type="gramStart"/>
      <w:r w:rsidR="002B61B0">
        <w:rPr>
          <w:b/>
          <w:sz w:val="28"/>
          <w:szCs w:val="28"/>
        </w:rPr>
        <w:t>г</w:t>
      </w:r>
      <w:proofErr w:type="gramEnd"/>
      <w:r w:rsidR="002B61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№</w:t>
      </w:r>
      <w:r w:rsidR="002B61B0">
        <w:rPr>
          <w:b/>
          <w:sz w:val="28"/>
          <w:szCs w:val="28"/>
        </w:rPr>
        <w:t xml:space="preserve"> </w:t>
      </w:r>
      <w:r w:rsidR="00116887" w:rsidRPr="00A162B1">
        <w:rPr>
          <w:b/>
          <w:sz w:val="28"/>
          <w:szCs w:val="28"/>
        </w:rPr>
        <w:t xml:space="preserve"> </w:t>
      </w:r>
      <w:r w:rsidR="003B1F8E">
        <w:rPr>
          <w:b/>
          <w:sz w:val="28"/>
          <w:szCs w:val="28"/>
        </w:rPr>
        <w:t>_____</w:t>
      </w:r>
      <w:bookmarkStart w:id="0" w:name="_GoBack"/>
      <w:bookmarkEnd w:id="0"/>
      <w:r w:rsidR="00116887" w:rsidRPr="00A162B1">
        <w:rPr>
          <w:b/>
          <w:sz w:val="28"/>
          <w:szCs w:val="28"/>
        </w:rPr>
        <w:t xml:space="preserve">       </w:t>
      </w:r>
    </w:p>
    <w:p w14:paraId="0BAF7013" w14:textId="77777777" w:rsidR="00573054" w:rsidRDefault="00573054" w:rsidP="00116887">
      <w:pPr>
        <w:jc w:val="both"/>
        <w:rPr>
          <w:b/>
          <w:sz w:val="28"/>
          <w:szCs w:val="28"/>
        </w:rPr>
      </w:pPr>
    </w:p>
    <w:p w14:paraId="646B36AE" w14:textId="77777777" w:rsidR="00573054" w:rsidRPr="00A162B1" w:rsidRDefault="00573054" w:rsidP="00116887">
      <w:pPr>
        <w:jc w:val="both"/>
        <w:rPr>
          <w:b/>
          <w:sz w:val="28"/>
          <w:szCs w:val="28"/>
        </w:rPr>
      </w:pPr>
    </w:p>
    <w:p w14:paraId="2CE432C2" w14:textId="77777777" w:rsidR="00B0064E" w:rsidRDefault="00F5663E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F5663E">
        <w:rPr>
          <w:b/>
          <w:color w:val="000000"/>
          <w:sz w:val="28"/>
          <w:szCs w:val="28"/>
        </w:rPr>
        <w:t xml:space="preserve">О признании утратившим силу </w:t>
      </w:r>
    </w:p>
    <w:p w14:paraId="2756F568" w14:textId="497C072E" w:rsidR="00096BBC" w:rsidRDefault="00F5663E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F5663E">
        <w:rPr>
          <w:b/>
          <w:color w:val="000000"/>
          <w:sz w:val="28"/>
          <w:szCs w:val="28"/>
        </w:rPr>
        <w:t xml:space="preserve">решения совета депутатов МО Сертолово </w:t>
      </w:r>
    </w:p>
    <w:p w14:paraId="68BC6215" w14:textId="4E115246" w:rsidR="00F5663E" w:rsidRDefault="00F5663E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F5663E">
        <w:rPr>
          <w:b/>
          <w:color w:val="000000"/>
          <w:sz w:val="28"/>
          <w:szCs w:val="28"/>
        </w:rPr>
        <w:t>от 2</w:t>
      </w:r>
      <w:r w:rsidR="00096BBC">
        <w:rPr>
          <w:b/>
          <w:color w:val="000000"/>
          <w:sz w:val="28"/>
          <w:szCs w:val="28"/>
        </w:rPr>
        <w:t>4</w:t>
      </w:r>
      <w:r w:rsidRPr="00F5663E">
        <w:rPr>
          <w:b/>
          <w:color w:val="000000"/>
          <w:sz w:val="28"/>
          <w:szCs w:val="28"/>
        </w:rPr>
        <w:t>.03.20</w:t>
      </w:r>
      <w:r w:rsidR="00096BBC">
        <w:rPr>
          <w:b/>
          <w:color w:val="000000"/>
          <w:sz w:val="28"/>
          <w:szCs w:val="28"/>
        </w:rPr>
        <w:t>09</w:t>
      </w:r>
      <w:r w:rsidRPr="00F5663E">
        <w:rPr>
          <w:b/>
          <w:color w:val="000000"/>
          <w:sz w:val="28"/>
          <w:szCs w:val="28"/>
        </w:rPr>
        <w:t xml:space="preserve"> г. №1</w:t>
      </w:r>
      <w:r w:rsidR="00096BBC">
        <w:rPr>
          <w:b/>
          <w:color w:val="000000"/>
          <w:sz w:val="28"/>
          <w:szCs w:val="28"/>
        </w:rPr>
        <w:t>9</w:t>
      </w:r>
      <w:r w:rsidRPr="00F5663E">
        <w:rPr>
          <w:b/>
          <w:color w:val="000000"/>
          <w:sz w:val="28"/>
          <w:szCs w:val="28"/>
        </w:rPr>
        <w:t xml:space="preserve"> «Об утверждении </w:t>
      </w:r>
    </w:p>
    <w:p w14:paraId="1E0BBF37" w14:textId="2D520221" w:rsidR="00F5663E" w:rsidRPr="00F5663E" w:rsidRDefault="00F5663E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F5663E">
        <w:rPr>
          <w:b/>
          <w:color w:val="000000"/>
          <w:sz w:val="28"/>
          <w:szCs w:val="28"/>
        </w:rPr>
        <w:t xml:space="preserve">Положения о порядке </w:t>
      </w:r>
      <w:r w:rsidR="00096BBC">
        <w:rPr>
          <w:b/>
          <w:color w:val="000000"/>
          <w:sz w:val="28"/>
          <w:szCs w:val="28"/>
        </w:rPr>
        <w:t>организации</w:t>
      </w:r>
    </w:p>
    <w:p w14:paraId="43B36923" w14:textId="2ECD335A" w:rsidR="00F5663E" w:rsidRDefault="00096BBC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санитарной очистки, содержания,</w:t>
      </w:r>
      <w:r w:rsidR="00F5663E" w:rsidRPr="00F5663E">
        <w:rPr>
          <w:b/>
          <w:color w:val="000000"/>
          <w:sz w:val="28"/>
          <w:szCs w:val="28"/>
        </w:rPr>
        <w:t xml:space="preserve"> </w:t>
      </w:r>
    </w:p>
    <w:p w14:paraId="54D53A7B" w14:textId="7514423D" w:rsidR="00F5663E" w:rsidRDefault="00096BBC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благоустройства </w:t>
      </w:r>
      <w:r w:rsidR="00F5663E" w:rsidRPr="00F5663E">
        <w:rPr>
          <w:b/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>озеленения</w:t>
      </w:r>
      <w:r w:rsidR="00F5663E" w:rsidRPr="00F5663E">
        <w:rPr>
          <w:b/>
          <w:color w:val="000000"/>
          <w:sz w:val="28"/>
          <w:szCs w:val="28"/>
        </w:rPr>
        <w:t xml:space="preserve"> </w:t>
      </w:r>
    </w:p>
    <w:p w14:paraId="23226486" w14:textId="7D44C0F2" w:rsidR="00F5663E" w:rsidRPr="00F5663E" w:rsidRDefault="00096BBC" w:rsidP="00F5663E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территории </w:t>
      </w:r>
      <w:r w:rsidR="00F5663E" w:rsidRPr="00F5663E">
        <w:rPr>
          <w:b/>
          <w:color w:val="000000"/>
          <w:sz w:val="28"/>
          <w:szCs w:val="28"/>
        </w:rPr>
        <w:t>МО Сертолово</w:t>
      </w:r>
      <w:r w:rsidR="003157F2">
        <w:rPr>
          <w:b/>
          <w:color w:val="000000"/>
          <w:sz w:val="28"/>
          <w:szCs w:val="28"/>
        </w:rPr>
        <w:t>»</w:t>
      </w:r>
    </w:p>
    <w:p w14:paraId="6C2C1D6C" w14:textId="67D162C4" w:rsidR="00E2116E" w:rsidRPr="00A87979" w:rsidRDefault="0084507C" w:rsidP="00A87979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7371A241" w14:textId="77777777" w:rsidR="00573054" w:rsidRDefault="00573054" w:rsidP="0078403D">
      <w:pPr>
        <w:pStyle w:val="ConsPlusNormal"/>
        <w:ind w:firstLine="708"/>
        <w:jc w:val="both"/>
        <w:rPr>
          <w:b w:val="0"/>
        </w:rPr>
      </w:pPr>
    </w:p>
    <w:p w14:paraId="696A98B6" w14:textId="12DF7B24" w:rsidR="00E2116E" w:rsidRDefault="00096BBC" w:rsidP="000227C6">
      <w:pPr>
        <w:pStyle w:val="ConsPlusNormal"/>
        <w:ind w:firstLine="708"/>
        <w:jc w:val="both"/>
        <w:rPr>
          <w:b w:val="0"/>
        </w:rPr>
      </w:pPr>
      <w:r w:rsidRPr="00096BBC">
        <w:rPr>
          <w:b w:val="0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A87979">
        <w:rPr>
          <w:b w:val="0"/>
        </w:rPr>
        <w:t>Устав</w:t>
      </w:r>
      <w:r w:rsidR="009C1A82">
        <w:rPr>
          <w:b w:val="0"/>
        </w:rPr>
        <w:t>ом</w:t>
      </w:r>
      <w:r w:rsidR="00A87979">
        <w:rPr>
          <w:b w:val="0"/>
        </w:rPr>
        <w:t xml:space="preserve"> МО Сертолово</w:t>
      </w:r>
      <w:r w:rsidR="000A1640">
        <w:rPr>
          <w:b w:val="0"/>
        </w:rPr>
        <w:t xml:space="preserve">, </w:t>
      </w:r>
      <w:r w:rsidR="00F33E45" w:rsidRPr="00F33E45">
        <w:rPr>
          <w:b w:val="0"/>
        </w:rPr>
        <w:t>Правилами  благоустройства территории муниципального образования Сертолово Всеволожского муниципального района Ленинградской области, утвержденными решением совета депутатов МО Сертолово от 30.01.2018 года № 1 (с изменениями от 26.02.2019 №2, от 28.03.2023 №9)</w:t>
      </w:r>
      <w:r w:rsidR="0049255F">
        <w:rPr>
          <w:b w:val="0"/>
        </w:rPr>
        <w:t xml:space="preserve"> </w:t>
      </w:r>
      <w:r w:rsidR="00E2116E" w:rsidRPr="0078403D">
        <w:rPr>
          <w:b w:val="0"/>
        </w:rPr>
        <w:t>совет депутатов приня</w:t>
      </w:r>
      <w:r w:rsidR="00E076FE" w:rsidRPr="0078403D">
        <w:rPr>
          <w:b w:val="0"/>
        </w:rPr>
        <w:t>л</w:t>
      </w:r>
      <w:r w:rsidR="00E2116E" w:rsidRPr="0078403D">
        <w:rPr>
          <w:b w:val="0"/>
        </w:rPr>
        <w:t xml:space="preserve"> </w:t>
      </w:r>
    </w:p>
    <w:p w14:paraId="39717D1F" w14:textId="77777777" w:rsidR="00BF6DCC" w:rsidRPr="0078403D" w:rsidRDefault="00BF6DCC" w:rsidP="000227C6">
      <w:pPr>
        <w:pStyle w:val="ConsPlusNormal"/>
        <w:ind w:firstLine="708"/>
        <w:jc w:val="both"/>
        <w:rPr>
          <w:b w:val="0"/>
        </w:rPr>
      </w:pPr>
    </w:p>
    <w:p w14:paraId="51D9E388" w14:textId="77777777" w:rsidR="00E2116E" w:rsidRDefault="00E2116E" w:rsidP="007B5EE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РЕШЕНИЕ:</w:t>
      </w:r>
    </w:p>
    <w:p w14:paraId="2EFAA702" w14:textId="77777777" w:rsidR="00AA482C" w:rsidRDefault="00AA482C" w:rsidP="00E211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901F7BD" w14:textId="3407D17E" w:rsidR="00951A48" w:rsidRDefault="00A87979" w:rsidP="00CF7ADD">
      <w:pPr>
        <w:shd w:val="clear" w:color="auto" w:fill="FFFFFF"/>
        <w:ind w:firstLine="6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3A1B8B" w:rsidRPr="003A1B8B">
        <w:rPr>
          <w:color w:val="000000"/>
          <w:sz w:val="28"/>
          <w:szCs w:val="28"/>
        </w:rPr>
        <w:t xml:space="preserve">  </w:t>
      </w:r>
      <w:r w:rsidR="0060099E">
        <w:rPr>
          <w:color w:val="000000"/>
          <w:sz w:val="28"/>
          <w:szCs w:val="28"/>
        </w:rPr>
        <w:t>Признать утратившим силу решение совета депутатов МО</w:t>
      </w:r>
      <w:r w:rsidR="00096BBC">
        <w:rPr>
          <w:color w:val="000000"/>
          <w:sz w:val="28"/>
          <w:szCs w:val="28"/>
        </w:rPr>
        <w:t xml:space="preserve"> </w:t>
      </w:r>
      <w:r w:rsidR="0060099E" w:rsidRPr="00096BBC">
        <w:rPr>
          <w:color w:val="000000"/>
          <w:sz w:val="28"/>
          <w:szCs w:val="28"/>
        </w:rPr>
        <w:t>Сертолово от 2</w:t>
      </w:r>
      <w:r w:rsidR="00096BBC" w:rsidRPr="00096BBC">
        <w:rPr>
          <w:color w:val="000000"/>
          <w:sz w:val="28"/>
          <w:szCs w:val="28"/>
        </w:rPr>
        <w:t>4</w:t>
      </w:r>
      <w:r w:rsidR="0060099E" w:rsidRPr="00096BBC">
        <w:rPr>
          <w:color w:val="000000"/>
          <w:sz w:val="28"/>
          <w:szCs w:val="28"/>
        </w:rPr>
        <w:t>.03.20</w:t>
      </w:r>
      <w:r w:rsidR="00096BBC" w:rsidRPr="00096BBC">
        <w:rPr>
          <w:color w:val="000000"/>
          <w:sz w:val="28"/>
          <w:szCs w:val="28"/>
        </w:rPr>
        <w:t>09</w:t>
      </w:r>
      <w:r w:rsidR="0060099E" w:rsidRPr="00096BBC">
        <w:rPr>
          <w:color w:val="000000"/>
          <w:sz w:val="28"/>
          <w:szCs w:val="28"/>
        </w:rPr>
        <w:t xml:space="preserve"> г. №1</w:t>
      </w:r>
      <w:r w:rsidR="00096BBC" w:rsidRPr="00096BBC">
        <w:rPr>
          <w:color w:val="000000"/>
          <w:sz w:val="28"/>
          <w:szCs w:val="28"/>
        </w:rPr>
        <w:t>9</w:t>
      </w:r>
      <w:r w:rsidR="0060099E" w:rsidRPr="00096BBC">
        <w:rPr>
          <w:color w:val="000000"/>
          <w:sz w:val="28"/>
          <w:szCs w:val="28"/>
        </w:rPr>
        <w:t xml:space="preserve"> «</w:t>
      </w:r>
      <w:r w:rsidR="00096BBC" w:rsidRPr="00096BBC">
        <w:rPr>
          <w:color w:val="000000"/>
          <w:sz w:val="28"/>
          <w:szCs w:val="28"/>
        </w:rPr>
        <w:t>Об утверждении Положения о порядке организации санитарной очистки, содержания, благоустройства и озеленения территории МО Сертолово</w:t>
      </w:r>
      <w:r w:rsidR="0060099E">
        <w:rPr>
          <w:color w:val="000000"/>
          <w:sz w:val="28"/>
          <w:szCs w:val="28"/>
        </w:rPr>
        <w:t>».</w:t>
      </w:r>
    </w:p>
    <w:p w14:paraId="0B89F06B" w14:textId="77777777" w:rsidR="002525B0" w:rsidRPr="00A162B1" w:rsidRDefault="00BD590C" w:rsidP="002525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5663E">
        <w:rPr>
          <w:color w:val="000000"/>
          <w:spacing w:val="-2"/>
          <w:sz w:val="28"/>
          <w:szCs w:val="28"/>
        </w:rPr>
        <w:t>2</w:t>
      </w:r>
      <w:r w:rsidR="00E2116E">
        <w:rPr>
          <w:color w:val="000000"/>
          <w:spacing w:val="-2"/>
          <w:sz w:val="28"/>
          <w:szCs w:val="28"/>
        </w:rPr>
        <w:t>.</w:t>
      </w:r>
      <w:r w:rsidR="00E51848" w:rsidRPr="00E51848">
        <w:rPr>
          <w:sz w:val="28"/>
          <w:szCs w:val="28"/>
        </w:rPr>
        <w:t xml:space="preserve"> </w:t>
      </w:r>
      <w:r w:rsidR="002525B0">
        <w:rPr>
          <w:sz w:val="28"/>
          <w:szCs w:val="28"/>
        </w:rPr>
        <w:t xml:space="preserve">Настоящее решение подлежит официальному опубликованию (обнародованию) в газете «Петербургский рубеж», размещению на официальном сайте администрации МО Сертолово и вступает в силу после его официального опубликования (обнародования).   </w:t>
      </w:r>
    </w:p>
    <w:p w14:paraId="3040095D" w14:textId="31489358" w:rsidR="00BE1E9F" w:rsidRPr="00A87979" w:rsidRDefault="00F5663E" w:rsidP="00A8797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2525B0" w:rsidRPr="00B40DD5">
        <w:rPr>
          <w:sz w:val="28"/>
          <w:szCs w:val="28"/>
        </w:rPr>
        <w:t>. Контроль за исполнением настоящего решения оставляю за собой.</w:t>
      </w:r>
    </w:p>
    <w:p w14:paraId="23B4093B" w14:textId="77777777" w:rsidR="00573054" w:rsidRDefault="00573054" w:rsidP="00226FBA">
      <w:pPr>
        <w:jc w:val="both"/>
        <w:rPr>
          <w:b/>
          <w:sz w:val="28"/>
          <w:szCs w:val="28"/>
        </w:rPr>
      </w:pPr>
    </w:p>
    <w:p w14:paraId="34AD6D9E" w14:textId="77777777" w:rsidR="00A87979" w:rsidRDefault="00A87979" w:rsidP="00226FBA">
      <w:pPr>
        <w:jc w:val="both"/>
        <w:rPr>
          <w:b/>
          <w:sz w:val="28"/>
          <w:szCs w:val="28"/>
        </w:rPr>
      </w:pPr>
    </w:p>
    <w:p w14:paraId="4CD2EB1C" w14:textId="77777777" w:rsidR="00C80BDC" w:rsidRPr="0099475D" w:rsidRDefault="00852580" w:rsidP="00226FBA">
      <w:pPr>
        <w:jc w:val="both"/>
        <w:rPr>
          <w:b/>
          <w:sz w:val="28"/>
          <w:szCs w:val="28"/>
        </w:rPr>
      </w:pPr>
      <w:r w:rsidRPr="0099475D">
        <w:rPr>
          <w:b/>
          <w:sz w:val="28"/>
          <w:szCs w:val="28"/>
        </w:rPr>
        <w:t>Глава муниципального</w:t>
      </w:r>
      <w:r w:rsidR="00A162B1" w:rsidRPr="0099475D">
        <w:rPr>
          <w:b/>
          <w:sz w:val="28"/>
          <w:szCs w:val="28"/>
        </w:rPr>
        <w:t xml:space="preserve">          </w:t>
      </w:r>
    </w:p>
    <w:p w14:paraId="5487F620" w14:textId="0FC095DB" w:rsidR="00A12D34" w:rsidRPr="00F33E45" w:rsidRDefault="00852580" w:rsidP="00F33E45">
      <w:pPr>
        <w:jc w:val="both"/>
        <w:rPr>
          <w:b/>
          <w:sz w:val="28"/>
          <w:szCs w:val="28"/>
        </w:rPr>
      </w:pPr>
      <w:r w:rsidRPr="0099475D">
        <w:rPr>
          <w:b/>
          <w:sz w:val="28"/>
          <w:szCs w:val="28"/>
        </w:rPr>
        <w:t>образования</w:t>
      </w:r>
      <w:r w:rsidR="00B349DC" w:rsidRPr="0099475D">
        <w:rPr>
          <w:b/>
          <w:sz w:val="28"/>
          <w:szCs w:val="28"/>
        </w:rPr>
        <w:t xml:space="preserve"> </w:t>
      </w:r>
      <w:r w:rsidR="00226FBA" w:rsidRPr="0099475D">
        <w:rPr>
          <w:b/>
          <w:sz w:val="28"/>
          <w:szCs w:val="28"/>
        </w:rPr>
        <w:t xml:space="preserve">             </w:t>
      </w:r>
      <w:r w:rsidR="00A162B1" w:rsidRPr="0099475D">
        <w:rPr>
          <w:b/>
          <w:sz w:val="28"/>
          <w:szCs w:val="28"/>
        </w:rPr>
        <w:t xml:space="preserve"> </w:t>
      </w:r>
      <w:r w:rsidR="00C80BDC" w:rsidRPr="0099475D">
        <w:rPr>
          <w:b/>
          <w:sz w:val="28"/>
          <w:szCs w:val="28"/>
        </w:rPr>
        <w:tab/>
      </w:r>
      <w:r w:rsidR="00C80BDC" w:rsidRPr="0099475D">
        <w:rPr>
          <w:b/>
          <w:sz w:val="28"/>
          <w:szCs w:val="28"/>
        </w:rPr>
        <w:tab/>
      </w:r>
      <w:r w:rsidR="00226FBA" w:rsidRPr="0099475D">
        <w:rPr>
          <w:b/>
          <w:sz w:val="28"/>
          <w:szCs w:val="28"/>
        </w:rPr>
        <w:t xml:space="preserve"> </w:t>
      </w:r>
      <w:r w:rsidRPr="0099475D">
        <w:rPr>
          <w:b/>
          <w:sz w:val="28"/>
          <w:szCs w:val="28"/>
        </w:rPr>
        <w:t xml:space="preserve">            </w:t>
      </w:r>
      <w:r w:rsidR="00A162B1" w:rsidRPr="0099475D">
        <w:rPr>
          <w:b/>
          <w:sz w:val="28"/>
          <w:szCs w:val="28"/>
        </w:rPr>
        <w:t xml:space="preserve">                                </w:t>
      </w:r>
      <w:r w:rsidR="0060099E">
        <w:rPr>
          <w:b/>
          <w:sz w:val="28"/>
          <w:szCs w:val="28"/>
        </w:rPr>
        <w:t>С.В. Коломыцев</w:t>
      </w:r>
    </w:p>
    <w:sectPr w:rsidR="00A12D34" w:rsidRPr="00F33E45" w:rsidSect="009C1A8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63906" w14:textId="77777777" w:rsidR="008B5AE1" w:rsidRDefault="008B5AE1" w:rsidP="009C1A82">
      <w:r>
        <w:separator/>
      </w:r>
    </w:p>
  </w:endnote>
  <w:endnote w:type="continuationSeparator" w:id="0">
    <w:p w14:paraId="5532254C" w14:textId="77777777" w:rsidR="008B5AE1" w:rsidRDefault="008B5AE1" w:rsidP="009C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A143A" w14:textId="77777777" w:rsidR="008B5AE1" w:rsidRDefault="008B5AE1" w:rsidP="009C1A82">
      <w:r>
        <w:separator/>
      </w:r>
    </w:p>
  </w:footnote>
  <w:footnote w:type="continuationSeparator" w:id="0">
    <w:p w14:paraId="062B7434" w14:textId="77777777" w:rsidR="008B5AE1" w:rsidRDefault="008B5AE1" w:rsidP="009C1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019D"/>
    <w:multiLevelType w:val="hybridMultilevel"/>
    <w:tmpl w:val="47AE4C48"/>
    <w:lvl w:ilvl="0" w:tplc="F470130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1FB65339"/>
    <w:multiLevelType w:val="hybridMultilevel"/>
    <w:tmpl w:val="CDBC2A32"/>
    <w:lvl w:ilvl="0" w:tplc="2B5CE75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361ADCB4">
      <w:numFmt w:val="none"/>
      <w:lvlText w:val=""/>
      <w:lvlJc w:val="left"/>
      <w:pPr>
        <w:tabs>
          <w:tab w:val="num" w:pos="360"/>
        </w:tabs>
      </w:pPr>
    </w:lvl>
    <w:lvl w:ilvl="2" w:tplc="75280B50">
      <w:numFmt w:val="none"/>
      <w:lvlText w:val=""/>
      <w:lvlJc w:val="left"/>
      <w:pPr>
        <w:tabs>
          <w:tab w:val="num" w:pos="360"/>
        </w:tabs>
      </w:pPr>
    </w:lvl>
    <w:lvl w:ilvl="3" w:tplc="5D56144A">
      <w:numFmt w:val="none"/>
      <w:lvlText w:val=""/>
      <w:lvlJc w:val="left"/>
      <w:pPr>
        <w:tabs>
          <w:tab w:val="num" w:pos="360"/>
        </w:tabs>
      </w:pPr>
    </w:lvl>
    <w:lvl w:ilvl="4" w:tplc="A53EEDD2">
      <w:numFmt w:val="none"/>
      <w:lvlText w:val=""/>
      <w:lvlJc w:val="left"/>
      <w:pPr>
        <w:tabs>
          <w:tab w:val="num" w:pos="360"/>
        </w:tabs>
      </w:pPr>
    </w:lvl>
    <w:lvl w:ilvl="5" w:tplc="48E4D9A2">
      <w:numFmt w:val="none"/>
      <w:lvlText w:val=""/>
      <w:lvlJc w:val="left"/>
      <w:pPr>
        <w:tabs>
          <w:tab w:val="num" w:pos="360"/>
        </w:tabs>
      </w:pPr>
    </w:lvl>
    <w:lvl w:ilvl="6" w:tplc="DDEC2460">
      <w:numFmt w:val="none"/>
      <w:lvlText w:val=""/>
      <w:lvlJc w:val="left"/>
      <w:pPr>
        <w:tabs>
          <w:tab w:val="num" w:pos="360"/>
        </w:tabs>
      </w:pPr>
    </w:lvl>
    <w:lvl w:ilvl="7" w:tplc="E272B004">
      <w:numFmt w:val="none"/>
      <w:lvlText w:val=""/>
      <w:lvlJc w:val="left"/>
      <w:pPr>
        <w:tabs>
          <w:tab w:val="num" w:pos="360"/>
        </w:tabs>
      </w:pPr>
    </w:lvl>
    <w:lvl w:ilvl="8" w:tplc="1D86230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FE7214A"/>
    <w:multiLevelType w:val="hybridMultilevel"/>
    <w:tmpl w:val="C82E1E16"/>
    <w:lvl w:ilvl="0" w:tplc="E7D6AB06">
      <w:start w:val="5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5B580E59"/>
    <w:multiLevelType w:val="hybridMultilevel"/>
    <w:tmpl w:val="0F14E79A"/>
    <w:lvl w:ilvl="0" w:tplc="D018C6D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66BD39D8"/>
    <w:multiLevelType w:val="hybridMultilevel"/>
    <w:tmpl w:val="278215BE"/>
    <w:lvl w:ilvl="0" w:tplc="89B2D844">
      <w:start w:val="1"/>
      <w:numFmt w:val="decimal"/>
      <w:lvlText w:val="%1."/>
      <w:lvlJc w:val="left"/>
      <w:pPr>
        <w:tabs>
          <w:tab w:val="num" w:pos="1530"/>
        </w:tabs>
        <w:ind w:left="15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73CC17B0"/>
    <w:multiLevelType w:val="hybridMultilevel"/>
    <w:tmpl w:val="1410F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9D"/>
    <w:rsid w:val="00013E27"/>
    <w:rsid w:val="000227C6"/>
    <w:rsid w:val="00070BAB"/>
    <w:rsid w:val="00096BBC"/>
    <w:rsid w:val="000A14B6"/>
    <w:rsid w:val="000A1640"/>
    <w:rsid w:val="000B34CD"/>
    <w:rsid w:val="000E4F4D"/>
    <w:rsid w:val="00116887"/>
    <w:rsid w:val="001400DB"/>
    <w:rsid w:val="00145C63"/>
    <w:rsid w:val="00145FD1"/>
    <w:rsid w:val="0014659D"/>
    <w:rsid w:val="0014716A"/>
    <w:rsid w:val="0015261C"/>
    <w:rsid w:val="00165CE0"/>
    <w:rsid w:val="00175CDF"/>
    <w:rsid w:val="001A17B8"/>
    <w:rsid w:val="001A1D72"/>
    <w:rsid w:val="001A6177"/>
    <w:rsid w:val="001B6D66"/>
    <w:rsid w:val="001E5E84"/>
    <w:rsid w:val="001F6768"/>
    <w:rsid w:val="00210105"/>
    <w:rsid w:val="00215195"/>
    <w:rsid w:val="00226FBA"/>
    <w:rsid w:val="00230849"/>
    <w:rsid w:val="0024570F"/>
    <w:rsid w:val="0024725A"/>
    <w:rsid w:val="002525B0"/>
    <w:rsid w:val="002657BA"/>
    <w:rsid w:val="002B28D4"/>
    <w:rsid w:val="002B61B0"/>
    <w:rsid w:val="002B72F6"/>
    <w:rsid w:val="002C4FCE"/>
    <w:rsid w:val="002E0F43"/>
    <w:rsid w:val="00301B67"/>
    <w:rsid w:val="003157F2"/>
    <w:rsid w:val="00324CB7"/>
    <w:rsid w:val="0032682D"/>
    <w:rsid w:val="00340388"/>
    <w:rsid w:val="00354958"/>
    <w:rsid w:val="003702BB"/>
    <w:rsid w:val="00393314"/>
    <w:rsid w:val="00394EFC"/>
    <w:rsid w:val="003A1B89"/>
    <w:rsid w:val="003A1B8B"/>
    <w:rsid w:val="003B1F8E"/>
    <w:rsid w:val="003D02C4"/>
    <w:rsid w:val="003E763E"/>
    <w:rsid w:val="003F006B"/>
    <w:rsid w:val="003F1E9F"/>
    <w:rsid w:val="00423207"/>
    <w:rsid w:val="0046363D"/>
    <w:rsid w:val="00477223"/>
    <w:rsid w:val="00482D2F"/>
    <w:rsid w:val="00487861"/>
    <w:rsid w:val="0049255F"/>
    <w:rsid w:val="004A6A1F"/>
    <w:rsid w:val="004D0B33"/>
    <w:rsid w:val="004D142E"/>
    <w:rsid w:val="00510F6D"/>
    <w:rsid w:val="005315B6"/>
    <w:rsid w:val="00531B4C"/>
    <w:rsid w:val="00536657"/>
    <w:rsid w:val="005538C2"/>
    <w:rsid w:val="005656F8"/>
    <w:rsid w:val="00570C91"/>
    <w:rsid w:val="00573054"/>
    <w:rsid w:val="00587015"/>
    <w:rsid w:val="005B0B6F"/>
    <w:rsid w:val="005D66C5"/>
    <w:rsid w:val="0060099E"/>
    <w:rsid w:val="006041EB"/>
    <w:rsid w:val="0060684E"/>
    <w:rsid w:val="00646E28"/>
    <w:rsid w:val="006547F3"/>
    <w:rsid w:val="00665979"/>
    <w:rsid w:val="0068224E"/>
    <w:rsid w:val="00696C68"/>
    <w:rsid w:val="006C1A66"/>
    <w:rsid w:val="006F3326"/>
    <w:rsid w:val="0071588C"/>
    <w:rsid w:val="007165DF"/>
    <w:rsid w:val="00723861"/>
    <w:rsid w:val="00757070"/>
    <w:rsid w:val="0078403D"/>
    <w:rsid w:val="007A4C4D"/>
    <w:rsid w:val="007B5EE8"/>
    <w:rsid w:val="007D2D57"/>
    <w:rsid w:val="007D5C84"/>
    <w:rsid w:val="007E6A27"/>
    <w:rsid w:val="008212FE"/>
    <w:rsid w:val="00836807"/>
    <w:rsid w:val="0084507C"/>
    <w:rsid w:val="00852580"/>
    <w:rsid w:val="00882C7A"/>
    <w:rsid w:val="008B1AA3"/>
    <w:rsid w:val="008B42CD"/>
    <w:rsid w:val="008B5AE1"/>
    <w:rsid w:val="008C574B"/>
    <w:rsid w:val="008D1D86"/>
    <w:rsid w:val="008D70AC"/>
    <w:rsid w:val="008E3690"/>
    <w:rsid w:val="008F08D7"/>
    <w:rsid w:val="009022FC"/>
    <w:rsid w:val="009120C4"/>
    <w:rsid w:val="0093347B"/>
    <w:rsid w:val="00950F15"/>
    <w:rsid w:val="00951A48"/>
    <w:rsid w:val="009604F7"/>
    <w:rsid w:val="00966E3B"/>
    <w:rsid w:val="009711A9"/>
    <w:rsid w:val="0099475D"/>
    <w:rsid w:val="009B2D58"/>
    <w:rsid w:val="009B5704"/>
    <w:rsid w:val="009C1A82"/>
    <w:rsid w:val="00A05B29"/>
    <w:rsid w:val="00A12D34"/>
    <w:rsid w:val="00A162B1"/>
    <w:rsid w:val="00A22198"/>
    <w:rsid w:val="00A23EBA"/>
    <w:rsid w:val="00A256F8"/>
    <w:rsid w:val="00A51BB4"/>
    <w:rsid w:val="00A72F5E"/>
    <w:rsid w:val="00A87979"/>
    <w:rsid w:val="00A906F6"/>
    <w:rsid w:val="00A915B6"/>
    <w:rsid w:val="00A94821"/>
    <w:rsid w:val="00AA482C"/>
    <w:rsid w:val="00AB7479"/>
    <w:rsid w:val="00B00022"/>
    <w:rsid w:val="00B0064E"/>
    <w:rsid w:val="00B00AF3"/>
    <w:rsid w:val="00B2560B"/>
    <w:rsid w:val="00B26EC0"/>
    <w:rsid w:val="00B349DC"/>
    <w:rsid w:val="00B3634F"/>
    <w:rsid w:val="00B429CC"/>
    <w:rsid w:val="00B45F00"/>
    <w:rsid w:val="00BD04A7"/>
    <w:rsid w:val="00BD590C"/>
    <w:rsid w:val="00BE1E9F"/>
    <w:rsid w:val="00BF02BE"/>
    <w:rsid w:val="00BF6DCC"/>
    <w:rsid w:val="00C05FE1"/>
    <w:rsid w:val="00C331D9"/>
    <w:rsid w:val="00C4025E"/>
    <w:rsid w:val="00C4191E"/>
    <w:rsid w:val="00C5697D"/>
    <w:rsid w:val="00C80BDC"/>
    <w:rsid w:val="00CB60F2"/>
    <w:rsid w:val="00CB73DB"/>
    <w:rsid w:val="00CD21A6"/>
    <w:rsid w:val="00CF7ADD"/>
    <w:rsid w:val="00D035B8"/>
    <w:rsid w:val="00D14286"/>
    <w:rsid w:val="00D16EFF"/>
    <w:rsid w:val="00D224A7"/>
    <w:rsid w:val="00D233F5"/>
    <w:rsid w:val="00D415B5"/>
    <w:rsid w:val="00D45E42"/>
    <w:rsid w:val="00D81913"/>
    <w:rsid w:val="00D9009D"/>
    <w:rsid w:val="00D97BC8"/>
    <w:rsid w:val="00DC527D"/>
    <w:rsid w:val="00DE684B"/>
    <w:rsid w:val="00E02E23"/>
    <w:rsid w:val="00E076FE"/>
    <w:rsid w:val="00E2116E"/>
    <w:rsid w:val="00E25DA6"/>
    <w:rsid w:val="00E30012"/>
    <w:rsid w:val="00E34AF5"/>
    <w:rsid w:val="00E51250"/>
    <w:rsid w:val="00E51848"/>
    <w:rsid w:val="00E66E50"/>
    <w:rsid w:val="00E8321C"/>
    <w:rsid w:val="00E96A33"/>
    <w:rsid w:val="00E9745C"/>
    <w:rsid w:val="00EC5A88"/>
    <w:rsid w:val="00EF521D"/>
    <w:rsid w:val="00F02B38"/>
    <w:rsid w:val="00F16215"/>
    <w:rsid w:val="00F22610"/>
    <w:rsid w:val="00F33E45"/>
    <w:rsid w:val="00F3433E"/>
    <w:rsid w:val="00F5663E"/>
    <w:rsid w:val="00F5782D"/>
    <w:rsid w:val="00F646AC"/>
    <w:rsid w:val="00F84DF2"/>
    <w:rsid w:val="00F927BA"/>
    <w:rsid w:val="00FA6508"/>
    <w:rsid w:val="00FC7F20"/>
    <w:rsid w:val="00FD071B"/>
    <w:rsid w:val="00FE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946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0BDC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A162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1471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D415B5"/>
    <w:rPr>
      <w:color w:val="0000FF"/>
      <w:u w:val="single"/>
    </w:rPr>
  </w:style>
  <w:style w:type="paragraph" w:customStyle="1" w:styleId="ConsPlusNormal">
    <w:name w:val="ConsPlusNormal"/>
    <w:rsid w:val="0078403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A87979"/>
    <w:pPr>
      <w:ind w:left="720"/>
      <w:contextualSpacing/>
    </w:pPr>
  </w:style>
  <w:style w:type="paragraph" w:styleId="a6">
    <w:name w:val="header"/>
    <w:basedOn w:val="a"/>
    <w:link w:val="a7"/>
    <w:rsid w:val="009C1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C1A82"/>
    <w:rPr>
      <w:sz w:val="24"/>
      <w:szCs w:val="24"/>
    </w:rPr>
  </w:style>
  <w:style w:type="paragraph" w:styleId="a8">
    <w:name w:val="footer"/>
    <w:basedOn w:val="a"/>
    <w:link w:val="a9"/>
    <w:rsid w:val="009C1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C1A8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0BDC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A162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1471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D415B5"/>
    <w:rPr>
      <w:color w:val="0000FF"/>
      <w:u w:val="single"/>
    </w:rPr>
  </w:style>
  <w:style w:type="paragraph" w:customStyle="1" w:styleId="ConsPlusNormal">
    <w:name w:val="ConsPlusNormal"/>
    <w:rsid w:val="0078403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A87979"/>
    <w:pPr>
      <w:ind w:left="720"/>
      <w:contextualSpacing/>
    </w:pPr>
  </w:style>
  <w:style w:type="paragraph" w:styleId="a6">
    <w:name w:val="header"/>
    <w:basedOn w:val="a"/>
    <w:link w:val="a7"/>
    <w:rsid w:val="009C1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C1A82"/>
    <w:rPr>
      <w:sz w:val="24"/>
      <w:szCs w:val="24"/>
    </w:rPr>
  </w:style>
  <w:style w:type="paragraph" w:styleId="a8">
    <w:name w:val="footer"/>
    <w:basedOn w:val="a"/>
    <w:link w:val="a9"/>
    <w:rsid w:val="009C1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C1A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0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LENA\Application%20Data\Microsoft\&#1064;&#1072;&#1073;&#1083;&#1086;&#1085;&#1099;\&#1088;&#1077;&#1096;&#1077;&#1085;&#1080;&#1077;%20&#1052;&#1054;%20&#1057;&#1077;&#1088;&#1090;&#1086;&#1083;&#1086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МО Сертолово</Template>
  <TotalTime>215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Adm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ЕЛЕНА</dc:creator>
  <cp:keywords/>
  <dc:description/>
  <cp:lastModifiedBy>совет депутатов</cp:lastModifiedBy>
  <cp:revision>12</cp:revision>
  <cp:lastPrinted>2024-11-14T08:21:00Z</cp:lastPrinted>
  <dcterms:created xsi:type="dcterms:W3CDTF">2024-10-28T11:11:00Z</dcterms:created>
  <dcterms:modified xsi:type="dcterms:W3CDTF">2024-11-19T15:04:00Z</dcterms:modified>
</cp:coreProperties>
</file>